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21160" w14:textId="77777777" w:rsidR="00C7381D" w:rsidRPr="00262BDA" w:rsidRDefault="00D2730A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tbl>
      <w:tblPr>
        <w:tblStyle w:val="a3"/>
        <w:tblW w:w="1063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1"/>
        <w:gridCol w:w="1702"/>
        <w:gridCol w:w="2551"/>
        <w:gridCol w:w="1728"/>
        <w:gridCol w:w="709"/>
        <w:gridCol w:w="709"/>
        <w:gridCol w:w="567"/>
        <w:gridCol w:w="969"/>
      </w:tblGrid>
      <w:tr w:rsidR="00046438" w:rsidRPr="00262BDA" w14:paraId="7B6EC78A" w14:textId="77777777" w:rsidTr="00FF045D">
        <w:trPr>
          <w:cantSplit/>
          <w:trHeight w:val="2197"/>
        </w:trPr>
        <w:tc>
          <w:tcPr>
            <w:tcW w:w="1701" w:type="dxa"/>
            <w:textDirection w:val="btLr"/>
            <w:vAlign w:val="center"/>
          </w:tcPr>
          <w:p w14:paraId="10114DFE" w14:textId="5C1B3FF7" w:rsidR="00046438" w:rsidRPr="00262BDA" w:rsidRDefault="00046438" w:rsidP="00046438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Номер лота</w:t>
            </w:r>
          </w:p>
        </w:tc>
        <w:tc>
          <w:tcPr>
            <w:tcW w:w="1702" w:type="dxa"/>
            <w:textDirection w:val="btLr"/>
            <w:vAlign w:val="center"/>
          </w:tcPr>
          <w:p w14:paraId="5487E09B" w14:textId="77777777" w:rsidR="00046438" w:rsidRDefault="00046438" w:rsidP="00046438">
            <w:pPr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Стоимость за 1 год, </w:t>
            </w:r>
          </w:p>
          <w:p w14:paraId="02E9D302" w14:textId="7BC07232" w:rsidR="00046438" w:rsidRPr="00262BDA" w:rsidRDefault="00046438" w:rsidP="00046438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рублей</w:t>
            </w:r>
          </w:p>
        </w:tc>
        <w:tc>
          <w:tcPr>
            <w:tcW w:w="2551" w:type="dxa"/>
            <w:vAlign w:val="center"/>
          </w:tcPr>
          <w:p w14:paraId="5F50A883" w14:textId="48E30B8D" w:rsidR="00046438" w:rsidRPr="00262BDA" w:rsidRDefault="00046438" w:rsidP="00046438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1728" w:type="dxa"/>
            <w:vAlign w:val="center"/>
          </w:tcPr>
          <w:p w14:paraId="345D954D" w14:textId="12988C21" w:rsidR="00046438" w:rsidRPr="00262BDA" w:rsidRDefault="00046438" w:rsidP="00046438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Тип рекламной конструкции</w:t>
            </w:r>
          </w:p>
        </w:tc>
        <w:tc>
          <w:tcPr>
            <w:tcW w:w="709" w:type="dxa"/>
            <w:textDirection w:val="btLr"/>
            <w:vAlign w:val="center"/>
          </w:tcPr>
          <w:p w14:paraId="05358CC2" w14:textId="3F9FBBF1" w:rsidR="00046438" w:rsidRPr="00262BDA" w:rsidRDefault="00046438" w:rsidP="00046438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14:paraId="25DA950C" w14:textId="77777777" w:rsidR="00046438" w:rsidRDefault="00046438" w:rsidP="00046438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14:paraId="403F3C99" w14:textId="4D94A33B" w:rsidR="00046438" w:rsidRPr="00262BDA" w:rsidRDefault="00046438" w:rsidP="00046438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14:paraId="5504893B" w14:textId="70BC0F65" w:rsidR="00046438" w:rsidRPr="00262BDA" w:rsidRDefault="00046438" w:rsidP="00046438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14:paraId="2D3CA338" w14:textId="77777777" w:rsidR="00046438" w:rsidRDefault="00046438" w:rsidP="00046438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Площадь информационного поля </w:t>
            </w:r>
          </w:p>
          <w:p w14:paraId="2A11797F" w14:textId="0A4E6035" w:rsidR="00046438" w:rsidRPr="00262BDA" w:rsidRDefault="00046438" w:rsidP="00046438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9719C6" w14:paraId="0A4132D1" w14:textId="77777777" w:rsidTr="00245D65">
        <w:tc>
          <w:tcPr>
            <w:tcW w:w="1701" w:type="dxa"/>
          </w:tcPr>
          <w:p w14:paraId="63E9E122" w14:textId="77777777" w:rsidR="009719C6" w:rsidRPr="00262BDA" w:rsidRDefault="00197AAC" w:rsidP="00B22E71">
            <w:pPr>
              <w:pStyle w:val="a4"/>
              <w:spacing w:after="120"/>
              <w:ind w:left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№-70</w:t>
            </w:r>
          </w:p>
        </w:tc>
        <w:tc>
          <w:tcPr>
            <w:tcW w:w="1702" w:type="dxa"/>
          </w:tcPr>
          <w:p w14:paraId="1E6EB3B0" w14:textId="7BCD81F4" w:rsidR="009719C6" w:rsidRPr="00262BDA" w:rsidRDefault="00F20C23" w:rsidP="00B22E71">
            <w:pPr>
              <w:pStyle w:val="a4"/>
              <w:spacing w:after="120"/>
              <w:ind w:left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551" w:type="dxa"/>
          </w:tcPr>
          <w:p w14:paraId="17F034B7" w14:textId="77777777" w:rsidR="009719C6" w:rsidRDefault="009719C6" w:rsidP="00B22E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65 м. до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28" w:type="dxa"/>
          </w:tcPr>
          <w:p w14:paraId="752318C9" w14:textId="77777777" w:rsidR="009719C6" w:rsidRDefault="009719C6" w:rsidP="00B22E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бетона.</w:t>
            </w:r>
          </w:p>
        </w:tc>
        <w:tc>
          <w:tcPr>
            <w:tcW w:w="709" w:type="dxa"/>
            <w:vAlign w:val="center"/>
          </w:tcPr>
          <w:p w14:paraId="5E7ABBB9" w14:textId="77777777" w:rsidR="009719C6" w:rsidRDefault="009719C6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258086D8" w14:textId="77777777" w:rsidR="009719C6" w:rsidRDefault="009719C6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4EC1CFC1" w14:textId="77777777" w:rsidR="009719C6" w:rsidRDefault="009719C6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7C4BFD4B" w14:textId="77777777" w:rsidR="009719C6" w:rsidRDefault="009719C6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719C6" w14:paraId="6640698C" w14:textId="77777777" w:rsidTr="00D41255">
        <w:tc>
          <w:tcPr>
            <w:tcW w:w="1701" w:type="dxa"/>
          </w:tcPr>
          <w:p w14:paraId="0247261D" w14:textId="77777777" w:rsidR="009719C6" w:rsidRPr="00604F0D" w:rsidRDefault="00106A2F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ЛОТ </w:t>
            </w:r>
            <w:r w:rsidR="00197AAC">
              <w:rPr>
                <w:rFonts w:ascii="Verdana" w:hAnsi="Verdana"/>
                <w:b/>
                <w:sz w:val="18"/>
                <w:szCs w:val="18"/>
              </w:rPr>
              <w:t>№-71</w:t>
            </w:r>
          </w:p>
        </w:tc>
        <w:tc>
          <w:tcPr>
            <w:tcW w:w="1702" w:type="dxa"/>
          </w:tcPr>
          <w:p w14:paraId="7E8DE41F" w14:textId="15FF7065" w:rsidR="009719C6" w:rsidRPr="00604F0D" w:rsidRDefault="00F20C23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551" w:type="dxa"/>
          </w:tcPr>
          <w:p w14:paraId="2475854F" w14:textId="77777777" w:rsidR="009719C6" w:rsidRDefault="009719C6" w:rsidP="00580255">
            <w:pPr>
              <w:spacing w:after="120"/>
              <w:ind w:left="3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101 м. до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28" w:type="dxa"/>
          </w:tcPr>
          <w:p w14:paraId="4B87DE79" w14:textId="77777777" w:rsidR="009719C6" w:rsidRDefault="009719C6" w:rsidP="00580255">
            <w:r w:rsidRPr="002D07E5">
              <w:rPr>
                <w:rFonts w:ascii="Verdana" w:hAnsi="Verdana"/>
                <w:sz w:val="18"/>
                <w:szCs w:val="18"/>
              </w:rPr>
              <w:t xml:space="preserve">Рама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  <w:vAlign w:val="center"/>
          </w:tcPr>
          <w:p w14:paraId="366E9954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4BFD0F65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46447467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4B325DAC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719C6" w14:paraId="457F6FC7" w14:textId="77777777" w:rsidTr="002C5E2F">
        <w:tc>
          <w:tcPr>
            <w:tcW w:w="1701" w:type="dxa"/>
          </w:tcPr>
          <w:p w14:paraId="501E0670" w14:textId="77777777" w:rsidR="009719C6" w:rsidRPr="00604F0D" w:rsidRDefault="00197AA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№-72</w:t>
            </w:r>
          </w:p>
        </w:tc>
        <w:tc>
          <w:tcPr>
            <w:tcW w:w="1702" w:type="dxa"/>
          </w:tcPr>
          <w:p w14:paraId="2AE9C3B7" w14:textId="038784D3" w:rsidR="009719C6" w:rsidRPr="009719C6" w:rsidRDefault="0014300C" w:rsidP="00580255">
            <w:pPr>
              <w:spacing w:after="12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14 256</w:t>
            </w:r>
            <w:r w:rsidR="00F20C2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650612D4" w14:textId="77777777" w:rsidR="009719C6" w:rsidRDefault="009719C6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на пересечении с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Расулбекова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28" w:type="dxa"/>
          </w:tcPr>
          <w:p w14:paraId="350D3691" w14:textId="77777777" w:rsidR="009719C6" w:rsidRDefault="009719C6" w:rsidP="00580255">
            <w:r w:rsidRPr="002D07E5">
              <w:rPr>
                <w:rFonts w:ascii="Verdana" w:hAnsi="Verdana"/>
                <w:sz w:val="18"/>
                <w:szCs w:val="18"/>
              </w:rPr>
              <w:t xml:space="preserve">Рама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  <w:vAlign w:val="center"/>
          </w:tcPr>
          <w:p w14:paraId="56F33390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4B0E01D0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736874FB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095CBB05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9719C6" w14:paraId="1E25192C" w14:textId="77777777" w:rsidTr="001445C1">
        <w:tc>
          <w:tcPr>
            <w:tcW w:w="1701" w:type="dxa"/>
          </w:tcPr>
          <w:p w14:paraId="44F011A4" w14:textId="77777777" w:rsidR="009719C6" w:rsidRPr="00604F0D" w:rsidRDefault="00197AA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№-73</w:t>
            </w:r>
          </w:p>
        </w:tc>
        <w:tc>
          <w:tcPr>
            <w:tcW w:w="1702" w:type="dxa"/>
          </w:tcPr>
          <w:p w14:paraId="48E18D14" w14:textId="00FF33A0" w:rsidR="009719C6" w:rsidRPr="00604F0D" w:rsidRDefault="0014300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14 256</w:t>
            </w:r>
            <w:r w:rsidR="00F20C2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0FEE2391" w14:textId="77777777" w:rsidR="009719C6" w:rsidRDefault="009719C6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95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Расулбекова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28" w:type="dxa"/>
          </w:tcPr>
          <w:p w14:paraId="3DD72959" w14:textId="77777777" w:rsidR="009719C6" w:rsidRDefault="009719C6" w:rsidP="00580255">
            <w:r w:rsidRPr="002D07E5">
              <w:rPr>
                <w:rFonts w:ascii="Verdana" w:hAnsi="Verdana"/>
                <w:sz w:val="18"/>
                <w:szCs w:val="18"/>
              </w:rPr>
              <w:t xml:space="preserve">Рама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  <w:vAlign w:val="center"/>
          </w:tcPr>
          <w:p w14:paraId="025A139A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54AEAD5F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4C3DF8B8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007B8835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9719C6" w14:paraId="26CAC649" w14:textId="77777777" w:rsidTr="00DF5175">
        <w:tc>
          <w:tcPr>
            <w:tcW w:w="1701" w:type="dxa"/>
          </w:tcPr>
          <w:p w14:paraId="10435E24" w14:textId="77777777" w:rsidR="009719C6" w:rsidRPr="00604F0D" w:rsidRDefault="00197AA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№-74</w:t>
            </w:r>
          </w:p>
        </w:tc>
        <w:tc>
          <w:tcPr>
            <w:tcW w:w="1702" w:type="dxa"/>
          </w:tcPr>
          <w:p w14:paraId="037F500E" w14:textId="596C319A" w:rsidR="009719C6" w:rsidRPr="00604F0D" w:rsidRDefault="00F20C23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551" w:type="dxa"/>
          </w:tcPr>
          <w:p w14:paraId="462ED10F" w14:textId="77777777" w:rsidR="009719C6" w:rsidRDefault="009719C6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172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Расулбекова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28" w:type="dxa"/>
          </w:tcPr>
          <w:p w14:paraId="0D1715D7" w14:textId="77777777" w:rsidR="009719C6" w:rsidRDefault="009719C6" w:rsidP="00580255">
            <w:r w:rsidRPr="002D07E5">
              <w:rPr>
                <w:rFonts w:ascii="Verdana" w:hAnsi="Verdana"/>
                <w:sz w:val="18"/>
                <w:szCs w:val="18"/>
              </w:rPr>
              <w:t xml:space="preserve">Рама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</w:tcPr>
          <w:p w14:paraId="49AD8BC2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</w:tcPr>
          <w:p w14:paraId="21D7633A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14:paraId="5F066210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12ECF048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719C6" w14:paraId="4D1D1530" w14:textId="77777777" w:rsidTr="00975F73">
        <w:tc>
          <w:tcPr>
            <w:tcW w:w="1701" w:type="dxa"/>
          </w:tcPr>
          <w:p w14:paraId="4C25A6FA" w14:textId="77777777" w:rsidR="009719C6" w:rsidRPr="00604F0D" w:rsidRDefault="00197AA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№-75</w:t>
            </w:r>
          </w:p>
        </w:tc>
        <w:tc>
          <w:tcPr>
            <w:tcW w:w="1702" w:type="dxa"/>
          </w:tcPr>
          <w:p w14:paraId="5B839119" w14:textId="26B7CECB" w:rsidR="009719C6" w:rsidRPr="00604F0D" w:rsidRDefault="00F20C23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551" w:type="dxa"/>
          </w:tcPr>
          <w:p w14:paraId="61624279" w14:textId="77777777" w:rsidR="009719C6" w:rsidRDefault="009719C6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196 м. от кольцевой автомобильной дороги. </w:t>
            </w:r>
          </w:p>
        </w:tc>
        <w:tc>
          <w:tcPr>
            <w:tcW w:w="1728" w:type="dxa"/>
          </w:tcPr>
          <w:p w14:paraId="119D065C" w14:textId="77777777" w:rsidR="009719C6" w:rsidRDefault="009719C6" w:rsidP="00580255">
            <w:r w:rsidRPr="002D07E5">
              <w:rPr>
                <w:rFonts w:ascii="Verdana" w:hAnsi="Verdana"/>
                <w:sz w:val="18"/>
                <w:szCs w:val="18"/>
              </w:rPr>
              <w:t xml:space="preserve">Рама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  <w:vAlign w:val="center"/>
          </w:tcPr>
          <w:p w14:paraId="5009A833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1D868FE2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4E4AA565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20B7FACC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719C6" w14:paraId="34E119DC" w14:textId="77777777" w:rsidTr="0045408A">
        <w:tc>
          <w:tcPr>
            <w:tcW w:w="1701" w:type="dxa"/>
          </w:tcPr>
          <w:p w14:paraId="6FC2AB4D" w14:textId="77777777" w:rsidR="009719C6" w:rsidRPr="00604F0D" w:rsidRDefault="00106A2F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№-7</w:t>
            </w:r>
            <w:r w:rsidR="00197AAC">
              <w:rPr>
                <w:rFonts w:ascii="Verdana" w:hAnsi="Verdana"/>
                <w:b/>
                <w:sz w:val="18"/>
                <w:szCs w:val="18"/>
              </w:rPr>
              <w:t>6</w:t>
            </w:r>
          </w:p>
        </w:tc>
        <w:tc>
          <w:tcPr>
            <w:tcW w:w="1702" w:type="dxa"/>
          </w:tcPr>
          <w:p w14:paraId="1A329326" w14:textId="74850B9F" w:rsidR="009719C6" w:rsidRPr="00604F0D" w:rsidRDefault="0014300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14 256 </w:t>
            </w:r>
          </w:p>
        </w:tc>
        <w:tc>
          <w:tcPr>
            <w:tcW w:w="2551" w:type="dxa"/>
          </w:tcPr>
          <w:p w14:paraId="2143DB1E" w14:textId="77777777" w:rsidR="009719C6" w:rsidRDefault="009719C6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в сторону ул. Гейдара Алиева, 138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Расулбекова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28" w:type="dxa"/>
          </w:tcPr>
          <w:p w14:paraId="4339DE39" w14:textId="77777777" w:rsidR="009719C6" w:rsidRDefault="009719C6" w:rsidP="00580255">
            <w:r w:rsidRPr="002D07E5">
              <w:rPr>
                <w:rFonts w:ascii="Verdana" w:hAnsi="Verdana"/>
                <w:sz w:val="18"/>
                <w:szCs w:val="18"/>
              </w:rPr>
              <w:t xml:space="preserve">Рама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  <w:vAlign w:val="center"/>
          </w:tcPr>
          <w:p w14:paraId="1E0EFFC2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40768128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1D45A08B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132CB324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9719C6" w14:paraId="330D8074" w14:textId="77777777" w:rsidTr="005261E6">
        <w:tc>
          <w:tcPr>
            <w:tcW w:w="1701" w:type="dxa"/>
          </w:tcPr>
          <w:p w14:paraId="3AA9E616" w14:textId="77777777" w:rsidR="009719C6" w:rsidRPr="00604F0D" w:rsidRDefault="00197AA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№-77</w:t>
            </w:r>
          </w:p>
        </w:tc>
        <w:tc>
          <w:tcPr>
            <w:tcW w:w="1702" w:type="dxa"/>
          </w:tcPr>
          <w:p w14:paraId="22ECB9AD" w14:textId="2F1BD6B6" w:rsidR="009719C6" w:rsidRPr="00604F0D" w:rsidRDefault="0014300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14 256 </w:t>
            </w:r>
          </w:p>
        </w:tc>
        <w:tc>
          <w:tcPr>
            <w:tcW w:w="2551" w:type="dxa"/>
          </w:tcPr>
          <w:p w14:paraId="6E9BF9F6" w14:textId="77777777" w:rsidR="009719C6" w:rsidRDefault="009719C6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345-й Дагестанской Стрелковой Дивизии, справа по ходу движе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 xml:space="preserve">ния от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в сторону ул. Гейдара Алиева, 54 м. от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Расулбекова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28" w:type="dxa"/>
          </w:tcPr>
          <w:p w14:paraId="70D14395" w14:textId="77777777" w:rsidR="009719C6" w:rsidRDefault="009719C6" w:rsidP="00580255">
            <w:r w:rsidRPr="002D07E5">
              <w:rPr>
                <w:rFonts w:ascii="Verdana" w:hAnsi="Verdana"/>
                <w:sz w:val="18"/>
                <w:szCs w:val="18"/>
              </w:rPr>
              <w:lastRenderedPageBreak/>
              <w:t xml:space="preserve">Рама обитая листами стали или фанеры, </w:t>
            </w:r>
            <w:r w:rsidRPr="002D07E5">
              <w:rPr>
                <w:rFonts w:ascii="Verdana" w:hAnsi="Verdana"/>
                <w:sz w:val="18"/>
                <w:szCs w:val="18"/>
              </w:rPr>
              <w:lastRenderedPageBreak/>
              <w:t xml:space="preserve">закрепленная на опоре, с фундаментом из бетона. </w:t>
            </w:r>
          </w:p>
        </w:tc>
        <w:tc>
          <w:tcPr>
            <w:tcW w:w="709" w:type="dxa"/>
            <w:vAlign w:val="center"/>
          </w:tcPr>
          <w:p w14:paraId="271A96A7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6х3</w:t>
            </w:r>
          </w:p>
        </w:tc>
        <w:tc>
          <w:tcPr>
            <w:tcW w:w="709" w:type="dxa"/>
            <w:vAlign w:val="center"/>
          </w:tcPr>
          <w:p w14:paraId="42125152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53C689A9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029BEE31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9719C6" w14:paraId="6C203281" w14:textId="77777777" w:rsidTr="003D43A2">
        <w:tc>
          <w:tcPr>
            <w:tcW w:w="1701" w:type="dxa"/>
          </w:tcPr>
          <w:p w14:paraId="2805B3E4" w14:textId="77777777" w:rsidR="009719C6" w:rsidRPr="00604F0D" w:rsidRDefault="00197AA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№-78</w:t>
            </w:r>
          </w:p>
        </w:tc>
        <w:tc>
          <w:tcPr>
            <w:tcW w:w="1702" w:type="dxa"/>
          </w:tcPr>
          <w:p w14:paraId="7DD302D2" w14:textId="5A08D902" w:rsidR="009719C6" w:rsidRPr="00604F0D" w:rsidRDefault="00F20C23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551" w:type="dxa"/>
          </w:tcPr>
          <w:p w14:paraId="2320400E" w14:textId="77777777" w:rsidR="009719C6" w:rsidRDefault="009719C6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в сторону ул. Гейдара Алиева, 160 м. от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Расулбекова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. </w:t>
            </w:r>
          </w:p>
        </w:tc>
        <w:tc>
          <w:tcPr>
            <w:tcW w:w="1728" w:type="dxa"/>
          </w:tcPr>
          <w:p w14:paraId="2746260A" w14:textId="77777777" w:rsidR="009719C6" w:rsidRDefault="009719C6" w:rsidP="00580255">
            <w:r w:rsidRPr="002D07E5">
              <w:rPr>
                <w:rFonts w:ascii="Verdana" w:hAnsi="Verdana"/>
                <w:sz w:val="18"/>
                <w:szCs w:val="18"/>
              </w:rPr>
              <w:t xml:space="preserve">Рама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  <w:vAlign w:val="center"/>
          </w:tcPr>
          <w:p w14:paraId="492E1603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080F5CC4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50667F5A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073089B9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719C6" w14:paraId="37E63F0A" w14:textId="77777777" w:rsidTr="00417DA6">
        <w:tc>
          <w:tcPr>
            <w:tcW w:w="1701" w:type="dxa"/>
          </w:tcPr>
          <w:p w14:paraId="2A3E76D3" w14:textId="77777777" w:rsidR="009719C6" w:rsidRPr="00604F0D" w:rsidRDefault="00197AA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№-79</w:t>
            </w:r>
          </w:p>
        </w:tc>
        <w:tc>
          <w:tcPr>
            <w:tcW w:w="1702" w:type="dxa"/>
          </w:tcPr>
          <w:p w14:paraId="39614F26" w14:textId="207A1A37" w:rsidR="009719C6" w:rsidRPr="00604F0D" w:rsidRDefault="0014300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9 504</w:t>
            </w:r>
            <w:r w:rsidR="00F20C2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65263E1E" w14:textId="77777777" w:rsidR="009719C6" w:rsidRPr="00262BDA" w:rsidRDefault="009719C6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110 м. от кольцевой автомобильной дороги.</w:t>
            </w:r>
          </w:p>
        </w:tc>
        <w:tc>
          <w:tcPr>
            <w:tcW w:w="1728" w:type="dxa"/>
          </w:tcPr>
          <w:p w14:paraId="0729F286" w14:textId="77777777" w:rsidR="009719C6" w:rsidRDefault="009719C6" w:rsidP="00580255">
            <w:r w:rsidRPr="002D07E5">
              <w:rPr>
                <w:rFonts w:ascii="Verdana" w:hAnsi="Verdana"/>
                <w:sz w:val="18"/>
                <w:szCs w:val="18"/>
              </w:rPr>
              <w:t xml:space="preserve">Рама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</w:tcPr>
          <w:p w14:paraId="6F49A830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</w:tcPr>
          <w:p w14:paraId="77C62B66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087BF2E7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16222B5D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9719C6" w14:paraId="698061DA" w14:textId="77777777" w:rsidTr="00601D58">
        <w:tc>
          <w:tcPr>
            <w:tcW w:w="1701" w:type="dxa"/>
          </w:tcPr>
          <w:p w14:paraId="170D3B93" w14:textId="77777777" w:rsidR="009719C6" w:rsidRPr="00604F0D" w:rsidRDefault="00197AA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№-80</w:t>
            </w:r>
          </w:p>
        </w:tc>
        <w:tc>
          <w:tcPr>
            <w:tcW w:w="1702" w:type="dxa"/>
          </w:tcPr>
          <w:p w14:paraId="71B3412E" w14:textId="074C6675" w:rsidR="009719C6" w:rsidRPr="00604F0D" w:rsidRDefault="0014300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9 504 </w:t>
            </w:r>
          </w:p>
        </w:tc>
        <w:tc>
          <w:tcPr>
            <w:tcW w:w="2551" w:type="dxa"/>
          </w:tcPr>
          <w:p w14:paraId="04D86632" w14:textId="77777777" w:rsidR="009719C6" w:rsidRDefault="009719C6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78 м. от кольцевой автомобильной дороги.</w:t>
            </w:r>
          </w:p>
        </w:tc>
        <w:tc>
          <w:tcPr>
            <w:tcW w:w="1728" w:type="dxa"/>
          </w:tcPr>
          <w:p w14:paraId="7CD52F9A" w14:textId="77777777" w:rsidR="009719C6" w:rsidRDefault="009719C6" w:rsidP="00580255">
            <w:r w:rsidRPr="002D07E5">
              <w:rPr>
                <w:rFonts w:ascii="Verdana" w:hAnsi="Verdana"/>
                <w:sz w:val="18"/>
                <w:szCs w:val="18"/>
              </w:rPr>
              <w:t xml:space="preserve">Рама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</w:tcPr>
          <w:p w14:paraId="199023EE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</w:tcPr>
          <w:p w14:paraId="49BF140A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42708E69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7314369F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9719C6" w14:paraId="3930171E" w14:textId="77777777" w:rsidTr="006A27BF">
        <w:tc>
          <w:tcPr>
            <w:tcW w:w="1701" w:type="dxa"/>
          </w:tcPr>
          <w:p w14:paraId="7D36DE34" w14:textId="77777777" w:rsidR="009719C6" w:rsidRPr="00604F0D" w:rsidRDefault="00197AAC" w:rsidP="00B22E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№-81</w:t>
            </w:r>
          </w:p>
        </w:tc>
        <w:tc>
          <w:tcPr>
            <w:tcW w:w="1702" w:type="dxa"/>
          </w:tcPr>
          <w:p w14:paraId="3CF77451" w14:textId="19034C01" w:rsidR="009719C6" w:rsidRPr="00604F0D" w:rsidRDefault="00F20C23" w:rsidP="00B22E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551" w:type="dxa"/>
          </w:tcPr>
          <w:p w14:paraId="7C3611FA" w14:textId="77777777" w:rsidR="009719C6" w:rsidRDefault="009719C6" w:rsidP="00B22E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слева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7 м. от кольцевой автомобильной дороги</w:t>
            </w:r>
          </w:p>
        </w:tc>
        <w:tc>
          <w:tcPr>
            <w:tcW w:w="1728" w:type="dxa"/>
          </w:tcPr>
          <w:p w14:paraId="415C99C2" w14:textId="77777777" w:rsidR="009719C6" w:rsidRDefault="009719C6" w:rsidP="00B22E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Рама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  <w:vAlign w:val="center"/>
          </w:tcPr>
          <w:p w14:paraId="18837DB9" w14:textId="77777777" w:rsidR="009719C6" w:rsidRDefault="009719C6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077AD84F" w14:textId="77777777" w:rsidR="009719C6" w:rsidRDefault="009719C6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0EC907B9" w14:textId="77777777" w:rsidR="009719C6" w:rsidRDefault="009719C6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513A0073" w14:textId="77777777" w:rsidR="009719C6" w:rsidRDefault="009719C6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719C6" w14:paraId="1FD69BD4" w14:textId="77777777" w:rsidTr="000208F9">
        <w:tc>
          <w:tcPr>
            <w:tcW w:w="1701" w:type="dxa"/>
          </w:tcPr>
          <w:p w14:paraId="04F39D7D" w14:textId="77777777" w:rsidR="009719C6" w:rsidRPr="00604F0D" w:rsidRDefault="00197AAC" w:rsidP="00B22E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№-82</w:t>
            </w:r>
          </w:p>
        </w:tc>
        <w:tc>
          <w:tcPr>
            <w:tcW w:w="1702" w:type="dxa"/>
          </w:tcPr>
          <w:p w14:paraId="10ED71BF" w14:textId="2E87905D" w:rsidR="009719C6" w:rsidRPr="00604F0D" w:rsidRDefault="00F20C23" w:rsidP="00B22E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551" w:type="dxa"/>
          </w:tcPr>
          <w:p w14:paraId="00315BBF" w14:textId="77777777" w:rsidR="009719C6" w:rsidRDefault="009719C6" w:rsidP="00B22E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слева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39 м. до кольца автомобильной дороги.</w:t>
            </w:r>
          </w:p>
        </w:tc>
        <w:tc>
          <w:tcPr>
            <w:tcW w:w="1728" w:type="dxa"/>
          </w:tcPr>
          <w:p w14:paraId="00995A13" w14:textId="77777777" w:rsidR="009719C6" w:rsidRDefault="009719C6" w:rsidP="00B22E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бетона.</w:t>
            </w:r>
          </w:p>
        </w:tc>
        <w:tc>
          <w:tcPr>
            <w:tcW w:w="709" w:type="dxa"/>
          </w:tcPr>
          <w:p w14:paraId="16213A69" w14:textId="77777777" w:rsidR="009719C6" w:rsidRDefault="009719C6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</w:tcPr>
          <w:p w14:paraId="13CA9624" w14:textId="77777777" w:rsidR="009719C6" w:rsidRDefault="009719C6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14:paraId="5DEEA085" w14:textId="77777777" w:rsidR="009719C6" w:rsidRDefault="009719C6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2690E60F" w14:textId="77777777" w:rsidR="009719C6" w:rsidRDefault="009719C6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719C6" w14:paraId="6092D612" w14:textId="77777777" w:rsidTr="007B425D">
        <w:tc>
          <w:tcPr>
            <w:tcW w:w="1701" w:type="dxa"/>
          </w:tcPr>
          <w:p w14:paraId="0724C758" w14:textId="77777777" w:rsidR="009719C6" w:rsidRDefault="00197AA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№-83</w:t>
            </w:r>
          </w:p>
        </w:tc>
        <w:tc>
          <w:tcPr>
            <w:tcW w:w="1702" w:type="dxa"/>
          </w:tcPr>
          <w:p w14:paraId="29003EB5" w14:textId="21BA1D00" w:rsidR="009719C6" w:rsidRDefault="0014300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9 504 </w:t>
            </w:r>
          </w:p>
        </w:tc>
        <w:tc>
          <w:tcPr>
            <w:tcW w:w="2551" w:type="dxa"/>
          </w:tcPr>
          <w:p w14:paraId="09726107" w14:textId="77777777" w:rsidR="009719C6" w:rsidRDefault="009719C6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30 м. до кольцевой автомобильной дороги</w:t>
            </w:r>
          </w:p>
        </w:tc>
        <w:tc>
          <w:tcPr>
            <w:tcW w:w="1728" w:type="dxa"/>
          </w:tcPr>
          <w:p w14:paraId="0400F0A9" w14:textId="77777777" w:rsidR="009719C6" w:rsidRDefault="009719C6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бетона.</w:t>
            </w:r>
          </w:p>
        </w:tc>
        <w:tc>
          <w:tcPr>
            <w:tcW w:w="709" w:type="dxa"/>
          </w:tcPr>
          <w:p w14:paraId="331D2FD4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</w:tcPr>
          <w:p w14:paraId="01C0A6D8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56CD633E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206512E6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9719C6" w14:paraId="0262378D" w14:textId="77777777" w:rsidTr="00850B77">
        <w:tc>
          <w:tcPr>
            <w:tcW w:w="1701" w:type="dxa"/>
          </w:tcPr>
          <w:p w14:paraId="7C2B6C8B" w14:textId="77777777" w:rsidR="009719C6" w:rsidRPr="00604F0D" w:rsidRDefault="00197AA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№-84</w:t>
            </w:r>
          </w:p>
        </w:tc>
        <w:tc>
          <w:tcPr>
            <w:tcW w:w="1702" w:type="dxa"/>
          </w:tcPr>
          <w:p w14:paraId="28F001F0" w14:textId="7BF73AF9" w:rsidR="009719C6" w:rsidRPr="00604F0D" w:rsidRDefault="0014300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14 256</w:t>
            </w:r>
            <w:r w:rsidR="00F20C2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1A872E54" w14:textId="77777777" w:rsidR="009719C6" w:rsidRDefault="009719C6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на пересечении с ул. Свердлова.</w:t>
            </w:r>
          </w:p>
        </w:tc>
        <w:tc>
          <w:tcPr>
            <w:tcW w:w="1728" w:type="dxa"/>
          </w:tcPr>
          <w:p w14:paraId="4F0913B2" w14:textId="77777777" w:rsidR="009719C6" w:rsidRDefault="009719C6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бетона.</w:t>
            </w:r>
          </w:p>
        </w:tc>
        <w:tc>
          <w:tcPr>
            <w:tcW w:w="709" w:type="dxa"/>
          </w:tcPr>
          <w:p w14:paraId="2A4582EF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</w:tcPr>
          <w:p w14:paraId="47BCDA8C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14:paraId="331910E4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</w:tcPr>
          <w:p w14:paraId="63A9C11C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9719C6" w14:paraId="4CB195AE" w14:textId="77777777" w:rsidTr="00452AD4">
        <w:tc>
          <w:tcPr>
            <w:tcW w:w="1701" w:type="dxa"/>
          </w:tcPr>
          <w:p w14:paraId="0CF9D0AD" w14:textId="77777777" w:rsidR="009719C6" w:rsidRDefault="00197AA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№-85</w:t>
            </w:r>
          </w:p>
        </w:tc>
        <w:tc>
          <w:tcPr>
            <w:tcW w:w="1702" w:type="dxa"/>
          </w:tcPr>
          <w:p w14:paraId="66C73605" w14:textId="569E6894" w:rsidR="009719C6" w:rsidRDefault="0014300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9 504 </w:t>
            </w:r>
          </w:p>
        </w:tc>
        <w:tc>
          <w:tcPr>
            <w:tcW w:w="2551" w:type="dxa"/>
          </w:tcPr>
          <w:p w14:paraId="03703EFE" w14:textId="77777777" w:rsidR="009719C6" w:rsidRDefault="009719C6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345-й Дагестанской Стрелковой Дивизии, справа по ходу движения от ул. Гейдара Алиева в сторону ул. Гене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 xml:space="preserve">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57 м. до ул. Свердлова.</w:t>
            </w:r>
          </w:p>
        </w:tc>
        <w:tc>
          <w:tcPr>
            <w:tcW w:w="1728" w:type="dxa"/>
          </w:tcPr>
          <w:p w14:paraId="042D5105" w14:textId="77777777" w:rsidR="009719C6" w:rsidRDefault="009719C6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 xml:space="preserve">Рама обитая листами стали или фанеры, закрепленная на опоре, с 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>фундаментом из бетона.</w:t>
            </w:r>
          </w:p>
        </w:tc>
        <w:tc>
          <w:tcPr>
            <w:tcW w:w="709" w:type="dxa"/>
          </w:tcPr>
          <w:p w14:paraId="5989EFE0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2х3</w:t>
            </w:r>
          </w:p>
        </w:tc>
        <w:tc>
          <w:tcPr>
            <w:tcW w:w="709" w:type="dxa"/>
          </w:tcPr>
          <w:p w14:paraId="1BC45405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55D81004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5CEB5F3D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9719C6" w14:paraId="6E39CF2F" w14:textId="77777777" w:rsidTr="00C21F5A">
        <w:tc>
          <w:tcPr>
            <w:tcW w:w="1701" w:type="dxa"/>
          </w:tcPr>
          <w:p w14:paraId="53C80AFA" w14:textId="77777777" w:rsidR="009719C6" w:rsidRPr="00604F0D" w:rsidRDefault="00197AA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№-86</w:t>
            </w:r>
          </w:p>
        </w:tc>
        <w:tc>
          <w:tcPr>
            <w:tcW w:w="1702" w:type="dxa"/>
          </w:tcPr>
          <w:p w14:paraId="3C59FFB3" w14:textId="161ED501" w:rsidR="009719C6" w:rsidRPr="00604F0D" w:rsidRDefault="00F20C23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551" w:type="dxa"/>
          </w:tcPr>
          <w:p w14:paraId="63B33890" w14:textId="77777777" w:rsidR="009719C6" w:rsidRPr="00262BDA" w:rsidRDefault="009719C6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в сторону ул. Гейдара Алиева, 150 м. до кольцевой автомобильной дороги. </w:t>
            </w:r>
          </w:p>
        </w:tc>
        <w:tc>
          <w:tcPr>
            <w:tcW w:w="1728" w:type="dxa"/>
          </w:tcPr>
          <w:p w14:paraId="6D8DD18A" w14:textId="77777777" w:rsidR="009719C6" w:rsidRDefault="009719C6" w:rsidP="00580255">
            <w:r w:rsidRPr="00506876">
              <w:rPr>
                <w:rFonts w:ascii="Verdana" w:hAnsi="Verdana"/>
                <w:sz w:val="18"/>
                <w:szCs w:val="18"/>
              </w:rPr>
              <w:t xml:space="preserve">Рама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</w:tcPr>
          <w:p w14:paraId="74AC842E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</w:tcPr>
          <w:p w14:paraId="1957CC07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14:paraId="583AF0FF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683C5946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719C6" w14:paraId="7C619FE8" w14:textId="77777777" w:rsidTr="006C06D7">
        <w:tc>
          <w:tcPr>
            <w:tcW w:w="1701" w:type="dxa"/>
          </w:tcPr>
          <w:p w14:paraId="3ACE2879" w14:textId="77777777" w:rsidR="009719C6" w:rsidRPr="00604F0D" w:rsidRDefault="00197AA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№-87</w:t>
            </w:r>
          </w:p>
        </w:tc>
        <w:tc>
          <w:tcPr>
            <w:tcW w:w="1702" w:type="dxa"/>
          </w:tcPr>
          <w:p w14:paraId="11F3811A" w14:textId="37DE35AB" w:rsidR="009719C6" w:rsidRPr="00604F0D" w:rsidRDefault="0014300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9 504 </w:t>
            </w:r>
          </w:p>
        </w:tc>
        <w:tc>
          <w:tcPr>
            <w:tcW w:w="2551" w:type="dxa"/>
          </w:tcPr>
          <w:p w14:paraId="45AC7F70" w14:textId="77777777" w:rsidR="009719C6" w:rsidRDefault="009719C6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в сторону ул. Гейдара Алиева, 76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Сведлова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28" w:type="dxa"/>
          </w:tcPr>
          <w:p w14:paraId="05A1BFFC" w14:textId="77777777" w:rsidR="009719C6" w:rsidRDefault="009719C6" w:rsidP="00580255">
            <w:r w:rsidRPr="00506876">
              <w:rPr>
                <w:rFonts w:ascii="Verdana" w:hAnsi="Verdana"/>
                <w:sz w:val="18"/>
                <w:szCs w:val="18"/>
              </w:rPr>
              <w:t xml:space="preserve">Рама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</w:tcPr>
          <w:p w14:paraId="294EE749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</w:tcPr>
          <w:p w14:paraId="530BB2F6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02DD603C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01C1A19C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9719C6" w14:paraId="45254CE1" w14:textId="77777777" w:rsidTr="00590EF4">
        <w:tc>
          <w:tcPr>
            <w:tcW w:w="1701" w:type="dxa"/>
          </w:tcPr>
          <w:p w14:paraId="48408DFF" w14:textId="77777777" w:rsidR="009719C6" w:rsidRPr="00604F0D" w:rsidRDefault="00197AA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№-88</w:t>
            </w:r>
          </w:p>
        </w:tc>
        <w:tc>
          <w:tcPr>
            <w:tcW w:w="1702" w:type="dxa"/>
          </w:tcPr>
          <w:p w14:paraId="6F94589C" w14:textId="62BDC4B3" w:rsidR="009719C6" w:rsidRPr="00604F0D" w:rsidRDefault="0014300C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9 504 </w:t>
            </w:r>
          </w:p>
        </w:tc>
        <w:tc>
          <w:tcPr>
            <w:tcW w:w="2551" w:type="dxa"/>
          </w:tcPr>
          <w:p w14:paraId="291844DF" w14:textId="77777777" w:rsidR="009719C6" w:rsidRDefault="009719C6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в сторону ул. Гейдара Алиева, 82 м. от ул. Свердлова.</w:t>
            </w:r>
          </w:p>
        </w:tc>
        <w:tc>
          <w:tcPr>
            <w:tcW w:w="1728" w:type="dxa"/>
          </w:tcPr>
          <w:p w14:paraId="2316DD94" w14:textId="77777777" w:rsidR="009719C6" w:rsidRDefault="009719C6" w:rsidP="00580255">
            <w:r w:rsidRPr="00506876">
              <w:rPr>
                <w:rFonts w:ascii="Verdana" w:hAnsi="Verdana"/>
                <w:sz w:val="18"/>
                <w:szCs w:val="18"/>
              </w:rPr>
              <w:t xml:space="preserve">Рама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  <w:vAlign w:val="center"/>
          </w:tcPr>
          <w:p w14:paraId="3F3F43F1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791E51D5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1B365E0E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0FC2F45D" w14:textId="77777777" w:rsidR="009719C6" w:rsidRDefault="009719C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9719C6" w14:paraId="4A8E12F4" w14:textId="77777777" w:rsidTr="00B40210">
        <w:tc>
          <w:tcPr>
            <w:tcW w:w="1701" w:type="dxa"/>
          </w:tcPr>
          <w:p w14:paraId="43033D50" w14:textId="77777777" w:rsidR="009719C6" w:rsidRDefault="00197AAC" w:rsidP="000344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№-89</w:t>
            </w:r>
          </w:p>
        </w:tc>
        <w:tc>
          <w:tcPr>
            <w:tcW w:w="1702" w:type="dxa"/>
          </w:tcPr>
          <w:p w14:paraId="6E53FD47" w14:textId="252FF03B" w:rsidR="009719C6" w:rsidRDefault="0014300C" w:rsidP="000344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9 504 </w:t>
            </w:r>
          </w:p>
        </w:tc>
        <w:tc>
          <w:tcPr>
            <w:tcW w:w="2551" w:type="dxa"/>
          </w:tcPr>
          <w:p w14:paraId="2728771E" w14:textId="77777777" w:rsidR="009719C6" w:rsidRDefault="009719C6" w:rsidP="000344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345-й Дагестанской Стрелковой Дивизии, справа по ходу движения от ул. Гейдара Алиева в сторону севера 3 м</w:t>
            </w:r>
          </w:p>
        </w:tc>
        <w:tc>
          <w:tcPr>
            <w:tcW w:w="1728" w:type="dxa"/>
          </w:tcPr>
          <w:p w14:paraId="566E8A25" w14:textId="77777777" w:rsidR="009719C6" w:rsidRPr="00506876" w:rsidRDefault="009719C6" w:rsidP="00034471">
            <w:pPr>
              <w:rPr>
                <w:rFonts w:ascii="Verdana" w:hAnsi="Verdana"/>
                <w:sz w:val="18"/>
                <w:szCs w:val="18"/>
              </w:rPr>
            </w:pPr>
            <w:r w:rsidRPr="00506876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бетона.</w:t>
            </w:r>
          </w:p>
        </w:tc>
        <w:tc>
          <w:tcPr>
            <w:tcW w:w="709" w:type="dxa"/>
            <w:vAlign w:val="center"/>
          </w:tcPr>
          <w:p w14:paraId="69B69BE2" w14:textId="77777777" w:rsidR="009719C6" w:rsidRDefault="009719C6" w:rsidP="000344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1D872344" w14:textId="77777777" w:rsidR="009719C6" w:rsidRDefault="009719C6" w:rsidP="000344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6460AC56" w14:textId="77777777" w:rsidR="009719C6" w:rsidRDefault="009719C6" w:rsidP="000344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6BC047C4" w14:textId="77777777" w:rsidR="009719C6" w:rsidRDefault="009719C6" w:rsidP="000344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</w:tbl>
    <w:p w14:paraId="4779F215" w14:textId="77777777" w:rsidR="00CC07E9" w:rsidRPr="00262BDA" w:rsidRDefault="00CC07E9" w:rsidP="00E458D9">
      <w:pPr>
        <w:spacing w:after="120"/>
        <w:ind w:firstLine="709"/>
        <w:rPr>
          <w:rFonts w:ascii="Verdana" w:hAnsi="Verdana"/>
          <w:sz w:val="18"/>
          <w:szCs w:val="18"/>
        </w:rPr>
      </w:pPr>
    </w:p>
    <w:sectPr w:rsidR="00CC07E9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789"/>
    <w:rsid w:val="00034471"/>
    <w:rsid w:val="00046438"/>
    <w:rsid w:val="000547CC"/>
    <w:rsid w:val="000651A3"/>
    <w:rsid w:val="0006604E"/>
    <w:rsid w:val="000C30EA"/>
    <w:rsid w:val="000F38B2"/>
    <w:rsid w:val="000F7EBF"/>
    <w:rsid w:val="00106A2F"/>
    <w:rsid w:val="00107297"/>
    <w:rsid w:val="001109C3"/>
    <w:rsid w:val="00134BB9"/>
    <w:rsid w:val="0014300C"/>
    <w:rsid w:val="001546B0"/>
    <w:rsid w:val="00157414"/>
    <w:rsid w:val="0017315D"/>
    <w:rsid w:val="00197AAC"/>
    <w:rsid w:val="001A5A33"/>
    <w:rsid w:val="001F1851"/>
    <w:rsid w:val="002070A7"/>
    <w:rsid w:val="00222269"/>
    <w:rsid w:val="00227E5C"/>
    <w:rsid w:val="00236CC5"/>
    <w:rsid w:val="00240884"/>
    <w:rsid w:val="00262BDA"/>
    <w:rsid w:val="00284A66"/>
    <w:rsid w:val="00290FFD"/>
    <w:rsid w:val="00291E6E"/>
    <w:rsid w:val="002A6123"/>
    <w:rsid w:val="002C0231"/>
    <w:rsid w:val="0032355D"/>
    <w:rsid w:val="00323B77"/>
    <w:rsid w:val="003279D3"/>
    <w:rsid w:val="003317FD"/>
    <w:rsid w:val="00374BB7"/>
    <w:rsid w:val="00381F68"/>
    <w:rsid w:val="003A227E"/>
    <w:rsid w:val="003B5912"/>
    <w:rsid w:val="003C1F08"/>
    <w:rsid w:val="00411691"/>
    <w:rsid w:val="00435017"/>
    <w:rsid w:val="00446D09"/>
    <w:rsid w:val="004A0651"/>
    <w:rsid w:val="004C734C"/>
    <w:rsid w:val="004C7CA5"/>
    <w:rsid w:val="004E55B1"/>
    <w:rsid w:val="004E7974"/>
    <w:rsid w:val="00512665"/>
    <w:rsid w:val="00527065"/>
    <w:rsid w:val="00542BAA"/>
    <w:rsid w:val="00557106"/>
    <w:rsid w:val="00563ABD"/>
    <w:rsid w:val="00575160"/>
    <w:rsid w:val="00580255"/>
    <w:rsid w:val="005C055C"/>
    <w:rsid w:val="005C13D7"/>
    <w:rsid w:val="005C26B0"/>
    <w:rsid w:val="005E3789"/>
    <w:rsid w:val="005F057E"/>
    <w:rsid w:val="00604F0D"/>
    <w:rsid w:val="00611117"/>
    <w:rsid w:val="00616CB0"/>
    <w:rsid w:val="00633841"/>
    <w:rsid w:val="006339EA"/>
    <w:rsid w:val="00666CD4"/>
    <w:rsid w:val="00675A4B"/>
    <w:rsid w:val="006A39B7"/>
    <w:rsid w:val="006A5A40"/>
    <w:rsid w:val="006D5427"/>
    <w:rsid w:val="006F08BD"/>
    <w:rsid w:val="00711A12"/>
    <w:rsid w:val="00741133"/>
    <w:rsid w:val="00757548"/>
    <w:rsid w:val="00781A6E"/>
    <w:rsid w:val="007C0417"/>
    <w:rsid w:val="007C16D4"/>
    <w:rsid w:val="007D356A"/>
    <w:rsid w:val="007E25C5"/>
    <w:rsid w:val="007E3577"/>
    <w:rsid w:val="007E6852"/>
    <w:rsid w:val="00806B02"/>
    <w:rsid w:val="00810D00"/>
    <w:rsid w:val="008110BB"/>
    <w:rsid w:val="008111CB"/>
    <w:rsid w:val="00826516"/>
    <w:rsid w:val="008464A1"/>
    <w:rsid w:val="00856B02"/>
    <w:rsid w:val="0087781F"/>
    <w:rsid w:val="0089420E"/>
    <w:rsid w:val="008B7660"/>
    <w:rsid w:val="008F1645"/>
    <w:rsid w:val="009215AE"/>
    <w:rsid w:val="00933B21"/>
    <w:rsid w:val="009424AB"/>
    <w:rsid w:val="0094284F"/>
    <w:rsid w:val="0095722F"/>
    <w:rsid w:val="009719C6"/>
    <w:rsid w:val="009768F3"/>
    <w:rsid w:val="0099001B"/>
    <w:rsid w:val="009A24B5"/>
    <w:rsid w:val="009A5804"/>
    <w:rsid w:val="00A00F7B"/>
    <w:rsid w:val="00A264B2"/>
    <w:rsid w:val="00A36B8B"/>
    <w:rsid w:val="00A3777A"/>
    <w:rsid w:val="00A41484"/>
    <w:rsid w:val="00A46814"/>
    <w:rsid w:val="00AB4AAA"/>
    <w:rsid w:val="00AC2AFE"/>
    <w:rsid w:val="00AD30C1"/>
    <w:rsid w:val="00AE0603"/>
    <w:rsid w:val="00B0319C"/>
    <w:rsid w:val="00B71091"/>
    <w:rsid w:val="00B81EC7"/>
    <w:rsid w:val="00BD2415"/>
    <w:rsid w:val="00BD7D42"/>
    <w:rsid w:val="00C00F21"/>
    <w:rsid w:val="00C0145B"/>
    <w:rsid w:val="00C030A2"/>
    <w:rsid w:val="00C14F31"/>
    <w:rsid w:val="00C7381D"/>
    <w:rsid w:val="00C82690"/>
    <w:rsid w:val="00C93C8D"/>
    <w:rsid w:val="00CA5B42"/>
    <w:rsid w:val="00CC07E9"/>
    <w:rsid w:val="00CC4C4F"/>
    <w:rsid w:val="00D16CFF"/>
    <w:rsid w:val="00D26F1B"/>
    <w:rsid w:val="00D2730A"/>
    <w:rsid w:val="00D62FAE"/>
    <w:rsid w:val="00D63519"/>
    <w:rsid w:val="00DA4F88"/>
    <w:rsid w:val="00DA6625"/>
    <w:rsid w:val="00E21AA6"/>
    <w:rsid w:val="00E26950"/>
    <w:rsid w:val="00E408D6"/>
    <w:rsid w:val="00E458D9"/>
    <w:rsid w:val="00E56D8C"/>
    <w:rsid w:val="00E64745"/>
    <w:rsid w:val="00E81231"/>
    <w:rsid w:val="00EE2C2E"/>
    <w:rsid w:val="00F20C23"/>
    <w:rsid w:val="00F249F4"/>
    <w:rsid w:val="00F31DF8"/>
    <w:rsid w:val="00F41F3D"/>
    <w:rsid w:val="00F70FC8"/>
    <w:rsid w:val="00F90BEA"/>
    <w:rsid w:val="00FB584C"/>
    <w:rsid w:val="00FC5263"/>
    <w:rsid w:val="00FD77D7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C13F3"/>
  <w15:docId w15:val="{067B1407-FE26-4A8B-AF73-2720ECA6B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B9E81-9848-4A73-A1F2-9B9E425A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</Template>
  <TotalTime>375</TotalTime>
  <Pages>3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Kudaev_Sadulla</cp:lastModifiedBy>
  <cp:revision>56</cp:revision>
  <cp:lastPrinted>2020-06-17T09:30:00Z</cp:lastPrinted>
  <dcterms:created xsi:type="dcterms:W3CDTF">2017-03-10T11:37:00Z</dcterms:created>
  <dcterms:modified xsi:type="dcterms:W3CDTF">2020-09-02T07:31:00Z</dcterms:modified>
</cp:coreProperties>
</file>